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43DACD0A" w:rsidR="00CF0EF4" w:rsidRDefault="00887156" w:rsidP="00CF0EF4">
          <w:pPr>
            <w:pStyle w:val="Tituldatum"/>
          </w:pPr>
          <w:r w:rsidRPr="00887156">
            <w:rPr>
              <w:rStyle w:val="Nzevakce"/>
            </w:rPr>
            <w:t>„Doplnění závor na přejezdu P7354 v km 86,771 trati Ostrava Kunčice - Valašské Meziříčí“</w:t>
          </w:r>
          <w:r w:rsidRPr="00887156">
            <w:rPr>
              <w:rStyle w:val="Nzevakce"/>
            </w:rPr>
            <w:tab/>
            <w:t xml:space="preserve">                                                </w:t>
          </w:r>
          <w:proofErr w:type="gramStart"/>
          <w:r w:rsidRPr="00887156">
            <w:rPr>
              <w:rStyle w:val="Nzevakce"/>
            </w:rPr>
            <w:t xml:space="preserve">   „</w:t>
          </w:r>
          <w:proofErr w:type="gramEnd"/>
          <w:r w:rsidRPr="00887156">
            <w:rPr>
              <w:rStyle w:val="Nzevakce"/>
            </w:rPr>
            <w:t xml:space="preserve">Doplnění závor na přejezdu P7357 v km 88,726 trati Ostrava Kunčice - Valašské Meziříčí“                                                       </w:t>
          </w:r>
          <w:r>
            <w:rPr>
              <w:rStyle w:val="Nzevakce"/>
            </w:rPr>
            <w:t>„</w:t>
          </w:r>
          <w:r w:rsidRPr="00887156">
            <w:rPr>
              <w:rStyle w:val="Nzevakce"/>
            </w:rPr>
            <w:t>Rekonstrukce PZS přejezdu P7390 v km 107,592 trati Valašské Meziříčí - Frýdek Místek</w:t>
          </w:r>
          <w:r>
            <w:rPr>
              <w:rStyle w:val="Nzevakce"/>
            </w:rPr>
            <w:t>“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263FEE39" w14:textId="4DC68CD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87156">
        <w:t>18. 1. 2021</w:t>
      </w:r>
      <w:r w:rsidR="000008ED">
        <w:t xml:space="preserve"> </w:t>
      </w:r>
    </w:p>
    <w:p w14:paraId="79030DB8" w14:textId="16EEE454" w:rsidR="00BD7E91" w:rsidRDefault="00826B7B" w:rsidP="00887156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4FF040A4" w14:textId="30CC5301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14654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C12AD0C" w:rsidR="003E6B82" w:rsidRDefault="001465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6C87056E" w:rsidR="003E6B82" w:rsidRDefault="001465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39444C32" w:rsidR="003E6B82" w:rsidRDefault="001465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520AB78" w:rsidR="003E6B82" w:rsidRDefault="001465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1158160D" w:rsidR="003E6B82" w:rsidRDefault="001465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49EE5684" w:rsidR="000008ED" w:rsidRDefault="000008ED" w:rsidP="008D03B9"/>
    <w:p w14:paraId="5779EE2D" w14:textId="68ADD493" w:rsidR="00887156" w:rsidRDefault="00887156" w:rsidP="008D03B9"/>
    <w:p w14:paraId="6FC10083" w14:textId="4D85D6C5" w:rsidR="00887156" w:rsidRDefault="00887156" w:rsidP="008D03B9"/>
    <w:p w14:paraId="228D2F9D" w14:textId="195A108E" w:rsidR="00887156" w:rsidRDefault="00887156" w:rsidP="008D03B9"/>
    <w:p w14:paraId="658D127D" w14:textId="4BC21EA8" w:rsidR="00887156" w:rsidRDefault="00887156" w:rsidP="008D03B9"/>
    <w:p w14:paraId="711EF1AA" w14:textId="2291572F" w:rsidR="00887156" w:rsidRDefault="00887156" w:rsidP="008D03B9"/>
    <w:p w14:paraId="3CCA5DE5" w14:textId="77777777" w:rsidR="00887156" w:rsidRDefault="00887156" w:rsidP="008D03B9"/>
    <w:p w14:paraId="643ECB88" w14:textId="3F3EA006" w:rsidR="000008ED" w:rsidRDefault="000008ED" w:rsidP="008D03B9"/>
    <w:p w14:paraId="608DD946" w14:textId="655513DA" w:rsidR="00887156" w:rsidRDefault="00887156" w:rsidP="008D03B9"/>
    <w:p w14:paraId="0BE78537" w14:textId="24A79D78" w:rsidR="00887156" w:rsidRDefault="00887156" w:rsidP="008D03B9"/>
    <w:p w14:paraId="4D50CC00" w14:textId="77777777" w:rsidR="00887156" w:rsidRDefault="00887156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33F14BE5" w14:textId="3FB03F97" w:rsidR="005E07BA" w:rsidRDefault="00826B7B" w:rsidP="00887156">
      <w:r>
        <w:br w:type="page"/>
      </w: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 w:rsidR="005E07BA">
        <w:lastRenderedPageBreak/>
        <w:t xml:space="preserve">POJMY A </w:t>
      </w:r>
      <w:r w:rsidR="005E07BA"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dvě </w:t>
      </w:r>
      <w:proofErr w:type="gramStart"/>
      <w:r w:rsidR="003E6B82" w:rsidRPr="00DE369C">
        <w:rPr>
          <w:rStyle w:val="Tun"/>
          <w:b w:val="0"/>
        </w:rPr>
        <w:t>desetinné místa</w:t>
      </w:r>
      <w:proofErr w:type="gramEnd"/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384FF2F1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146542" w:rsidRPr="00146542">
            <w:rPr>
              <w:b/>
              <w:bCs/>
              <w:noProof/>
            </w:rPr>
            <w:t>„</w:t>
          </w:r>
          <w:r w:rsidR="00146542">
            <w:rPr>
              <w:b/>
              <w:noProof/>
            </w:rPr>
            <w:t>Doplnění závor na přejezdu P7354 v km 86,771 trati Ostrava Kunčice - Valašské Meziříčí“</w:t>
          </w:r>
          <w:r w:rsidR="00146542">
            <w:rPr>
              <w:b/>
              <w:noProof/>
            </w:rPr>
            <w:tab/>
            <w:t xml:space="preserve">                                                   „Doplnění závor na přejezdu P7357 v km 88,726 trati Ostrava Kunčice - Valašské Meziříčí“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585D463F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146542" w:rsidRPr="00146542">
            <w:rPr>
              <w:b/>
              <w:bCs/>
              <w:noProof/>
            </w:rPr>
            <w:t>„</w:t>
          </w:r>
          <w:r w:rsidR="00146542">
            <w:rPr>
              <w:b/>
              <w:noProof/>
            </w:rPr>
            <w:t>Doplnění závor na přejezdu P7354 v km 86,771 trati Ostrava Kunčice - Valašské Meziříčí“</w:t>
          </w:r>
          <w:r w:rsidR="00146542">
            <w:rPr>
              <w:b/>
              <w:noProof/>
            </w:rPr>
            <w:tab/>
            <w:t xml:space="preserve">                                                   „Doplnění závor na přejezdu P7357 v km 88,726 trati Ostrava Kunčice - Valašské Meziříčí“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542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156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4F56F"/>
  <w14:defaultImageDpi w14:val="32767"/>
  <w15:docId w15:val="{05672D34-1C3C-449D-A618-CB5D7D5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D973A7A-D006-43C7-942C-222B13BD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15</TotalTime>
  <Pages>6</Pages>
  <Words>1621</Words>
  <Characters>9568</Characters>
  <Application>Microsoft Office Word</Application>
  <DocSecurity>0</DocSecurity>
  <Lines>79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Michaela	Hanová</cp:lastModifiedBy>
  <cp:revision>8</cp:revision>
  <cp:lastPrinted>2019-03-13T10:28:00Z</cp:lastPrinted>
  <dcterms:created xsi:type="dcterms:W3CDTF">2020-12-15T07:50:00Z</dcterms:created>
  <dcterms:modified xsi:type="dcterms:W3CDTF">2021-01-18T07:06:00Z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